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4421991" w14:textId="77777777" w:rsidR="005465B6" w:rsidRDefault="005465B6">
      <w:pPr>
        <w:rPr>
          <w:sz w:val="48"/>
        </w:rPr>
      </w:pPr>
    </w:p>
    <w:p w14:paraId="26DBB595" w14:textId="77777777" w:rsidR="005465B6" w:rsidRDefault="005465B6">
      <w:pPr>
        <w:rPr>
          <w:sz w:val="48"/>
        </w:rPr>
      </w:pPr>
    </w:p>
    <w:p w14:paraId="55D1C9CD" w14:textId="77777777" w:rsidR="00641758" w:rsidRPr="00AE7B09" w:rsidRDefault="00020C5B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南浔银</w:t>
      </w:r>
      <w:r w:rsidR="00786516">
        <w:rPr>
          <w:rFonts w:ascii="宋体" w:hAnsi="宋体" w:hint="eastAsia"/>
          <w:b/>
          <w:bCs/>
          <w:sz w:val="48"/>
          <w:szCs w:val="30"/>
        </w:rPr>
        <w:t>行丰收信福2023</w:t>
      </w:r>
      <w:r>
        <w:rPr>
          <w:rFonts w:ascii="宋体" w:hAnsi="宋体" w:hint="eastAsia"/>
          <w:b/>
          <w:bCs/>
          <w:sz w:val="48"/>
          <w:szCs w:val="30"/>
        </w:rPr>
        <w:t>年第26</w:t>
      </w:r>
      <w:r w:rsidR="00786516">
        <w:rPr>
          <w:rFonts w:ascii="宋体" w:hAnsi="宋体" w:hint="eastAsia"/>
          <w:b/>
          <w:bCs/>
          <w:sz w:val="48"/>
          <w:szCs w:val="30"/>
        </w:rPr>
        <w:t>期人民币封闭净值型理财产品</w:t>
      </w:r>
    </w:p>
    <w:p w14:paraId="6C37B1E9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2FB11BD3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88541F3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6B3FC80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8E918E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16CE22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92BFD20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279ABF9E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76B5E82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B977B7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D67EAF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6AE70D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D2C5AF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9A9EA81" w14:textId="77777777" w:rsidR="005465B6" w:rsidRPr="003245FC" w:rsidRDefault="0024340D">
      <w:pPr>
        <w:ind w:firstLineChars="600" w:firstLine="1818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14:paraId="7696229D" w14:textId="77777777" w:rsidR="005465B6" w:rsidRDefault="0024340D">
      <w:pPr>
        <w:ind w:firstLineChars="600" w:firstLine="1818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78BAD35F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24BEAE9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57FA8D0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D7C07EF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0A492389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2E4EBBA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133417D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08246DA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30E4ED31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596C3C07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2023-07-25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14:paraId="2847C078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2DC12DA3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63AF92F5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61A5B943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03EA30D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700881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1A71342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浙江南浔农村商行丰收信福2023年第二十六期人民币封闭净值型理财产品</w:t>
            </w:r>
          </w:p>
        </w:tc>
      </w:tr>
      <w:tr w:rsidR="004E5C17" w14:paraId="062AC7E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A610AFD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07EF660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C1124523000026</w:t>
            </w:r>
          </w:p>
        </w:tc>
      </w:tr>
      <w:tr w:rsidR="004E5C17" w14:paraId="1F39FDE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243D830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6FC9792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14:paraId="1B7EE3B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ECF337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DF5D87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6A9CED9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DF3A99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37BD0CB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20A3CE2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153AD6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222FD8F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2023-07-25</w:t>
            </w:r>
          </w:p>
        </w:tc>
      </w:tr>
      <w:tr w:rsidR="004E5C17" w14:paraId="2E320DB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727A3A0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56BD109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2024-07-26</w:t>
            </w:r>
          </w:p>
        </w:tc>
      </w:tr>
      <w:tr w:rsidR="004E5C17" w14:paraId="7392BC06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5144899B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4D5FE9A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4,470,000.00</w:t>
            </w:r>
            <w:bookmarkEnd w:id="0"/>
          </w:p>
        </w:tc>
      </w:tr>
      <w:tr w:rsidR="004E5C17" w14:paraId="55EED5C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F4419A7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52991606" w14:textId="77777777" w:rsidR="004E5C17" w:rsidRPr="00D7572D" w:rsidRDefault="00020C5B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/>
              </w:rPr>
              <w:t>%-</w:t>
            </w:r>
            <w:r>
              <w:rPr>
                <w:rFonts w:ascii="宋体" w:hAnsi="宋体" w:hint="eastAsia"/>
              </w:rPr>
              <w:t>4.1</w:t>
            </w:r>
            <w:bookmarkStart w:id="1" w:name="_GoBack"/>
            <w:bookmarkEnd w:id="1"/>
            <w:r w:rsidR="004E5C17">
              <w:rPr>
                <w:rFonts w:ascii="宋体" w:hAnsi="宋体"/>
              </w:rPr>
              <w:t>%]/年</w:t>
            </w:r>
          </w:p>
        </w:tc>
      </w:tr>
      <w:tr w:rsidR="004E5C17" w14:paraId="77E929F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68BCE7E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7C7D8F23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46FC23D4" w14:textId="77777777" w:rsidR="00B91227" w:rsidRPr="00B91227" w:rsidRDefault="0024340D" w:rsidP="00B91227">
      <w:pPr>
        <w:pStyle w:val="XBRLTitle1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46A52988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51F744EC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61BE176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6DF633E5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4937330D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2023-07-25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2023-12-31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65AE6219" w14:textId="77777777" w:rsidR="000811DB" w:rsidRPr="00A2617B" w:rsidRDefault="00037456" w:rsidP="00D31FD3">
            <w:pPr>
              <w:jc w:val="right"/>
            </w:pPr>
            <w:r w:rsidRPr="00A2617B">
              <w:t>2.00</w:t>
            </w:r>
          </w:p>
        </w:tc>
      </w:tr>
      <w:tr w:rsidR="006876F4" w14:paraId="072B8CB8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1931B7BA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236224D4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2.00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14:paraId="2CC22F0F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30941F7A" w14:textId="77777777" w:rsidR="006E2B12" w:rsidRDefault="006E2B12" w:rsidP="00C244B2">
      <w:pPr>
        <w:pStyle w:val="XBRLTitle1"/>
      </w:pPr>
      <w:r w:rsidRPr="006E2B12">
        <w:rPr>
          <w:rFonts w:hint="eastAsia"/>
        </w:rPr>
        <w:lastRenderedPageBreak/>
        <w:t>主要财务指标</w:t>
      </w:r>
    </w:p>
    <w:p w14:paraId="3D885AAB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17EE6104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330B39AC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50B0565F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2023-07-25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2023-12-31</w:t>
            </w:r>
          </w:p>
        </w:tc>
      </w:tr>
      <w:tr w:rsidR="00952FD7" w14:paraId="6B4A23A0" w14:textId="77777777">
        <w:trPr>
          <w:trHeight w:val="304"/>
        </w:trPr>
        <w:tc>
          <w:tcPr>
            <w:tcW w:w="3838" w:type="dxa"/>
            <w:vAlign w:val="center"/>
          </w:tcPr>
          <w:p w14:paraId="2F0C9C83" w14:textId="77777777" w:rsidR="00952FD7" w:rsidRDefault="00020C5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11DD2110" w14:textId="77777777" w:rsidR="00952FD7" w:rsidRDefault="00020C5B">
            <w:pPr>
              <w:jc w:val="right"/>
            </w:pPr>
            <w:r>
              <w:t>-295.00</w:t>
            </w:r>
          </w:p>
        </w:tc>
      </w:tr>
      <w:tr w:rsidR="00952FD7" w14:paraId="72173F23" w14:textId="77777777">
        <w:trPr>
          <w:trHeight w:val="304"/>
        </w:trPr>
        <w:tc>
          <w:tcPr>
            <w:tcW w:w="3838" w:type="dxa"/>
            <w:vAlign w:val="center"/>
          </w:tcPr>
          <w:p w14:paraId="16458F8A" w14:textId="77777777" w:rsidR="00952FD7" w:rsidRDefault="00020C5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05A04F84" w14:textId="77777777" w:rsidR="00952FD7" w:rsidRDefault="00020C5B">
            <w:pPr>
              <w:jc w:val="right"/>
            </w:pPr>
            <w:r>
              <w:t>89,429.04</w:t>
            </w:r>
          </w:p>
        </w:tc>
      </w:tr>
      <w:tr w:rsidR="00952FD7" w14:paraId="790DD0D6" w14:textId="77777777">
        <w:trPr>
          <w:trHeight w:val="304"/>
        </w:trPr>
        <w:tc>
          <w:tcPr>
            <w:tcW w:w="3838" w:type="dxa"/>
            <w:vAlign w:val="center"/>
          </w:tcPr>
          <w:p w14:paraId="00DE06CC" w14:textId="77777777" w:rsidR="00952FD7" w:rsidRDefault="00020C5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60B774EF" w14:textId="77777777" w:rsidR="00952FD7" w:rsidRDefault="00020C5B">
            <w:pPr>
              <w:jc w:val="right"/>
            </w:pPr>
            <w:r>
              <w:t>4,559,429.04</w:t>
            </w:r>
          </w:p>
        </w:tc>
      </w:tr>
      <w:tr w:rsidR="00664F5A" w14:paraId="12BF7413" w14:textId="77777777">
        <w:trPr>
          <w:trHeight w:val="304"/>
        </w:trPr>
        <w:tc>
          <w:tcPr>
            <w:tcW w:w="3838" w:type="dxa"/>
            <w:vAlign w:val="center"/>
          </w:tcPr>
          <w:p w14:paraId="22118925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15C71D65" w14:textId="77777777" w:rsidR="00664F5A" w:rsidRPr="00BD70E0" w:rsidRDefault="00664F5A" w:rsidP="00664F5A">
            <w:pPr>
              <w:jc w:val="right"/>
            </w:pPr>
            <w:r w:rsidRPr="00BD70E0">
              <w:t>1.02</w:t>
            </w:r>
          </w:p>
        </w:tc>
      </w:tr>
    </w:tbl>
    <w:p w14:paraId="55D4C236" w14:textId="77777777" w:rsidR="00664F5A" w:rsidRDefault="00664F5A" w:rsidP="00664F5A">
      <w:pPr>
        <w:tabs>
          <w:tab w:val="left" w:pos="3135"/>
        </w:tabs>
        <w:ind w:leftChars="200" w:left="420"/>
      </w:pPr>
    </w:p>
    <w:p w14:paraId="5E2B6C21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42E01803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A0605C1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4178EB6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6CAAE8A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896B67B" w14:textId="77777777"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14:paraId="08E35811" w14:textId="77777777" w:rsidR="004C689C" w:rsidRDefault="004C689C" w:rsidP="003D4200">
      <w:pPr>
        <w:jc w:val="right"/>
      </w:pPr>
    </w:p>
    <w:p w14:paraId="14B62D50" w14:textId="77777777" w:rsidR="004C689C" w:rsidRDefault="004C689C" w:rsidP="003D4200">
      <w:pPr>
        <w:jc w:val="right"/>
      </w:pPr>
    </w:p>
    <w:p w14:paraId="2BF52530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3FF66605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76A07515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04B88DE2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3727D644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0E53CD44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2E20B91B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6AB4B01F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30D57B1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08DFF56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12D728CC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6344D78C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630E13F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0DEB022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A1A8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643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A1D336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D4AD07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A2B2B7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53002D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08E13E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BE3D2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CB3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9AA4EC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59D18E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6D17CB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DAA125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23922A6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7AA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5A0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6320C8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91730D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9B8AE5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D055FC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F18D95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18B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F93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5F0EA4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657A4B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B55F56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BB4B88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9402B4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539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D34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1C82BF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74AB9C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8C50EF5" w14:textId="77777777" w:rsidR="00E71726" w:rsidRPr="00BD70E0" w:rsidRDefault="00E71726" w:rsidP="00E71726">
            <w:pPr>
              <w:jc w:val="right"/>
            </w:pPr>
            <w:r w:rsidRPr="00BD70E0">
              <w:t>4,859,450.91</w:t>
            </w:r>
          </w:p>
        </w:tc>
        <w:tc>
          <w:tcPr>
            <w:tcW w:w="1705" w:type="dxa"/>
            <w:vAlign w:val="center"/>
          </w:tcPr>
          <w:p w14:paraId="4ADBB1C8" w14:textId="77777777" w:rsidR="00E71726" w:rsidRPr="00BD70E0" w:rsidRDefault="00E71726" w:rsidP="00E71726">
            <w:pPr>
              <w:jc w:val="right"/>
            </w:pPr>
            <w:r w:rsidRPr="00BD70E0">
              <w:t>106.29</w:t>
            </w:r>
          </w:p>
        </w:tc>
      </w:tr>
      <w:tr w:rsidR="00E71726" w:rsidRPr="00762F4A" w14:paraId="569AD1E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C8688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5DFB6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C8340E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25E336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2E649D5" w14:textId="77777777" w:rsidR="00E71726" w:rsidRPr="00BD70E0" w:rsidRDefault="00E71726" w:rsidP="00E71726">
            <w:pPr>
              <w:jc w:val="right"/>
            </w:pPr>
            <w:r w:rsidRPr="00BD70E0">
              <w:t>4,599,662.81</w:t>
            </w:r>
          </w:p>
        </w:tc>
        <w:tc>
          <w:tcPr>
            <w:tcW w:w="1705" w:type="dxa"/>
            <w:vAlign w:val="center"/>
          </w:tcPr>
          <w:p w14:paraId="07AB6DAA" w14:textId="77777777" w:rsidR="00E71726" w:rsidRPr="00BD70E0" w:rsidRDefault="00E71726" w:rsidP="00E71726">
            <w:pPr>
              <w:jc w:val="right"/>
            </w:pPr>
            <w:r w:rsidRPr="00BD70E0">
              <w:t>100.61</w:t>
            </w:r>
          </w:p>
        </w:tc>
      </w:tr>
      <w:tr w:rsidR="00E71726" w:rsidRPr="00762F4A" w14:paraId="2F5C5455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294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04E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806DA6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9F5873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B524FF5" w14:textId="77777777" w:rsidR="00E71726" w:rsidRPr="00BD70E0" w:rsidRDefault="00E71726" w:rsidP="00E71726">
            <w:pPr>
              <w:jc w:val="right"/>
            </w:pPr>
            <w:r w:rsidRPr="00BD70E0">
              <w:t>259,788.10</w:t>
            </w:r>
          </w:p>
        </w:tc>
        <w:tc>
          <w:tcPr>
            <w:tcW w:w="1705" w:type="dxa"/>
            <w:vAlign w:val="center"/>
          </w:tcPr>
          <w:p w14:paraId="2FD23C34" w14:textId="77777777" w:rsidR="00E71726" w:rsidRPr="00BD70E0" w:rsidRDefault="00E71726" w:rsidP="00E71726">
            <w:pPr>
              <w:jc w:val="right"/>
            </w:pPr>
            <w:r w:rsidRPr="00BD70E0">
              <w:t>5.68</w:t>
            </w:r>
          </w:p>
        </w:tc>
      </w:tr>
      <w:tr w:rsidR="00E71726" w:rsidRPr="00762F4A" w14:paraId="739A1FE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18A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5A2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733CA6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8E8BB8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36E989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4E07FF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CF8789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3CA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AFC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B92434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52C0C0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5D55CF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55BC745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EEE38D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CAA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5EAD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6EF1E3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E66E1D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BF4035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B315748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945AFE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D8E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5B0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3C6FDF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40959C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5C5DC9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2AB862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8860A6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EE6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83D4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F2D90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F7CC96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146F81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AA8605F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F5C302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09B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463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15351B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4721B1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885294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78C606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F0330F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34D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1E0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9DF16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B429D6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59CB5C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7F78DA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860EE3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3F8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6A1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33DF7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E106E3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75FE36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4A2E61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9864B1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B91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93E6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00D001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DC85A8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A46ACE9" w14:textId="77777777" w:rsidR="00E71726" w:rsidRPr="00BD70E0" w:rsidRDefault="00E71726" w:rsidP="00E71726">
            <w:pPr>
              <w:jc w:val="right"/>
            </w:pPr>
            <w:r w:rsidRPr="00BD70E0">
              <w:t>16,539.53</w:t>
            </w:r>
          </w:p>
        </w:tc>
        <w:tc>
          <w:tcPr>
            <w:tcW w:w="1705" w:type="dxa"/>
            <w:vAlign w:val="center"/>
          </w:tcPr>
          <w:p w14:paraId="64645E66" w14:textId="77777777" w:rsidR="00E71726" w:rsidRPr="00BD70E0" w:rsidRDefault="00E71726" w:rsidP="00E71726">
            <w:pPr>
              <w:jc w:val="right"/>
            </w:pPr>
            <w:r w:rsidRPr="00BD70E0">
              <w:t>0.36</w:t>
            </w:r>
          </w:p>
        </w:tc>
      </w:tr>
      <w:tr w:rsidR="00E71726" w:rsidRPr="00762F4A" w14:paraId="2B1FACD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A71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D89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F2685D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3E8C44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3BD817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81DD27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E91622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9CE2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A7AF1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C9B5EAC" w14:textId="77777777" w:rsidR="00E71726" w:rsidRPr="00BD70E0" w:rsidRDefault="00E71726" w:rsidP="00E71726">
            <w:pPr>
              <w:jc w:val="right"/>
            </w:pPr>
            <w:r w:rsidRPr="00BD70E0">
              <w:t>4,571,794.18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F8BAE46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6CA9795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CA0C42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082F72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900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9F0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BCA48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5000ED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E45C1AB" w14:textId="77777777" w:rsidR="00E71726" w:rsidRPr="00BD70E0" w:rsidRDefault="00E71726" w:rsidP="00E71726">
            <w:pPr>
              <w:jc w:val="right"/>
            </w:pPr>
            <w:r w:rsidRPr="00BD70E0">
              <w:t>2,716.30</w:t>
            </w:r>
          </w:p>
        </w:tc>
        <w:tc>
          <w:tcPr>
            <w:tcW w:w="1705" w:type="dxa"/>
            <w:vAlign w:val="center"/>
          </w:tcPr>
          <w:p w14:paraId="6523911D" w14:textId="77777777" w:rsidR="00E71726" w:rsidRPr="00BD70E0" w:rsidRDefault="00E71726" w:rsidP="00E71726">
            <w:pPr>
              <w:jc w:val="right"/>
            </w:pPr>
            <w:r w:rsidRPr="00BD70E0">
              <w:t>0.06</w:t>
            </w:r>
          </w:p>
        </w:tc>
      </w:tr>
      <w:tr w:rsidR="00E71726" w:rsidRPr="00762F4A" w14:paraId="6A04410D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5B4F6E8D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1150EE98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68DDE8C0" w14:textId="77777777" w:rsidR="00E71726" w:rsidRPr="00BD70E0" w:rsidRDefault="00E71726" w:rsidP="00E71726">
            <w:pPr>
              <w:jc w:val="right"/>
            </w:pPr>
            <w:r w:rsidRPr="00BD70E0">
              <w:t>4,571,794.18</w:t>
            </w:r>
          </w:p>
        </w:tc>
        <w:tc>
          <w:tcPr>
            <w:tcW w:w="1749" w:type="dxa"/>
            <w:shd w:val="clear" w:color="auto" w:fill="auto"/>
          </w:tcPr>
          <w:p w14:paraId="2436FC0C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6C701A38" w14:textId="77777777" w:rsidR="00E71726" w:rsidRPr="00BD70E0" w:rsidRDefault="00E71726" w:rsidP="00E71726">
            <w:pPr>
              <w:jc w:val="right"/>
            </w:pPr>
            <w:r w:rsidRPr="00BD70E0">
              <w:t>4,878,706.74</w:t>
            </w:r>
          </w:p>
        </w:tc>
        <w:tc>
          <w:tcPr>
            <w:tcW w:w="1705" w:type="dxa"/>
          </w:tcPr>
          <w:p w14:paraId="23AAC996" w14:textId="77777777" w:rsidR="00E71726" w:rsidRPr="00BD70E0" w:rsidRDefault="00E71726" w:rsidP="00E71726">
            <w:pPr>
              <w:jc w:val="right"/>
            </w:pPr>
            <w:r w:rsidRPr="00BD70E0">
              <w:t>106.71</w:t>
            </w:r>
          </w:p>
        </w:tc>
      </w:tr>
    </w:tbl>
    <w:p w14:paraId="40408D74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077F6D0B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3E86E090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14:paraId="5761DC89" w14:textId="77777777" w:rsidR="00020C5B" w:rsidRPr="001D350E" w:rsidRDefault="00CF7C5F" w:rsidP="00020C5B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 xml:space="preserve">   </w:t>
      </w:r>
      <w:r w:rsidR="00020C5B"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</w:p>
    <w:p w14:paraId="60566702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6DBA9F80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14:paraId="2B85E14B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12B9AC23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4A20D462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6880A125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9B2F7B6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51D5D0D7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6F3A8F35" w14:textId="77777777" w:rsidTr="0044179E">
        <w:tc>
          <w:tcPr>
            <w:tcW w:w="777" w:type="dxa"/>
            <w:shd w:val="clear" w:color="auto" w:fill="auto"/>
            <w:vAlign w:val="center"/>
          </w:tcPr>
          <w:p w14:paraId="780D80FF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91A9F03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6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5310FA" w14:textId="77777777" w:rsidR="00436399" w:rsidRPr="001E73F7" w:rsidRDefault="00436399" w:rsidP="00436399">
            <w:pPr>
              <w:jc w:val="right"/>
            </w:pPr>
            <w:r w:rsidRPr="001E73F7">
              <w:t>4,571,794.18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6BF2D53" w14:textId="77777777"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100.27</w:t>
            </w:r>
            <w:bookmarkEnd w:id="4"/>
            <w:bookmarkEnd w:id="5"/>
          </w:p>
        </w:tc>
      </w:tr>
    </w:tbl>
    <w:p w14:paraId="3494DE17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E18D951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2A55E4C6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14:paraId="3C364C6F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3765370A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F0343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CD903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E205A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C1BDA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952FD7" w14:paraId="0468388C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D40FE" w14:textId="77777777" w:rsidR="00952FD7" w:rsidRDefault="00020C5B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31941" w14:textId="77777777" w:rsidR="00952FD7" w:rsidRDefault="00020C5B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新昌物流项目</w:t>
            </w:r>
            <w:r>
              <w:rPr>
                <w:szCs w:val="21"/>
              </w:rPr>
              <w:t>NPB01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CA94E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294,605.69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7F53E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6.46</w:t>
            </w:r>
          </w:p>
        </w:tc>
      </w:tr>
      <w:tr w:rsidR="00952FD7" w14:paraId="5C50978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116D" w14:textId="77777777" w:rsidR="00952FD7" w:rsidRDefault="00020C5B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F4FC7" w14:textId="77777777" w:rsidR="00952FD7" w:rsidRDefault="00020C5B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彭泽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43C38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220,584.88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6E94A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4.84</w:t>
            </w:r>
          </w:p>
        </w:tc>
      </w:tr>
      <w:tr w:rsidR="00952FD7" w14:paraId="083EB31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1A8C7" w14:textId="77777777" w:rsidR="00952FD7" w:rsidRDefault="00020C5B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49D80" w14:textId="77777777" w:rsidR="00952FD7" w:rsidRDefault="00020C5B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金阳投资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B3514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170,793.34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02A96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3.75</w:t>
            </w:r>
          </w:p>
        </w:tc>
      </w:tr>
      <w:tr w:rsidR="00952FD7" w14:paraId="587EC12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9DAF6" w14:textId="77777777" w:rsidR="00952FD7" w:rsidRDefault="00020C5B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20C7F" w14:textId="77777777" w:rsidR="00952FD7" w:rsidRDefault="00020C5B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城发投资</w:t>
            </w:r>
            <w:r>
              <w:rPr>
                <w:szCs w:val="21"/>
              </w:rPr>
              <w:t>MTN002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64B04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167,306.67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89AFD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3.67</w:t>
            </w:r>
          </w:p>
        </w:tc>
      </w:tr>
      <w:tr w:rsidR="00952FD7" w14:paraId="23FBC8E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444D8" w14:textId="77777777" w:rsidR="00952FD7" w:rsidRDefault="00020C5B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1BFE0" w14:textId="77777777" w:rsidR="00952FD7" w:rsidRDefault="00020C5B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金阳投资</w:t>
            </w:r>
            <w:r>
              <w:rPr>
                <w:szCs w:val="21"/>
              </w:rPr>
              <w:t>MTN002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AD110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166,758.29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320BC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3.66</w:t>
            </w:r>
          </w:p>
        </w:tc>
      </w:tr>
      <w:tr w:rsidR="00952FD7" w14:paraId="0379BC0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72262" w14:textId="77777777" w:rsidR="00952FD7" w:rsidRDefault="00020C5B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EC29F" w14:textId="77777777" w:rsidR="00952FD7" w:rsidRDefault="00020C5B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温国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D305E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166,746.06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5617C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3.66</w:t>
            </w:r>
          </w:p>
        </w:tc>
      </w:tr>
      <w:tr w:rsidR="00952FD7" w14:paraId="3466FB0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DF954" w14:textId="77777777" w:rsidR="00952FD7" w:rsidRDefault="00020C5B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30799" w14:textId="77777777" w:rsidR="00952FD7" w:rsidRDefault="00020C5B">
            <w:pPr>
              <w:rPr>
                <w:sz w:val="20"/>
              </w:rPr>
            </w:pPr>
            <w:r>
              <w:rPr>
                <w:szCs w:val="21"/>
              </w:rPr>
              <w:t>19</w:t>
            </w:r>
            <w:r>
              <w:rPr>
                <w:szCs w:val="21"/>
              </w:rPr>
              <w:t>中国银行二级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74AA2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166,264.68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6D85B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3.65</w:t>
            </w:r>
          </w:p>
        </w:tc>
      </w:tr>
      <w:tr w:rsidR="00952FD7" w14:paraId="75E16E4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9A29F" w14:textId="77777777" w:rsidR="00952FD7" w:rsidRDefault="00020C5B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08E7F" w14:textId="77777777" w:rsidR="00952FD7" w:rsidRDefault="00020C5B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长滨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764CA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164,668.20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2A49A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3.61</w:t>
            </w:r>
          </w:p>
        </w:tc>
      </w:tr>
      <w:tr w:rsidR="00952FD7" w14:paraId="58CB64D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16F50" w14:textId="77777777" w:rsidR="00952FD7" w:rsidRDefault="00020C5B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84D45" w14:textId="77777777" w:rsidR="00952FD7" w:rsidRDefault="00020C5B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中国银行</w:t>
            </w:r>
            <w:r>
              <w:rPr>
                <w:szCs w:val="21"/>
              </w:rPr>
              <w:t>CD021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9178C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160,889.38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93AA4" w14:textId="77777777" w:rsidR="00952FD7" w:rsidRDefault="00020C5B">
            <w:pPr>
              <w:jc w:val="right"/>
              <w:rPr>
                <w:rFonts w:eastAsia="Times New Roman"/>
                <w:sz w:val="20"/>
              </w:rPr>
            </w:pPr>
            <w:r>
              <w:t>3.53</w:t>
            </w:r>
          </w:p>
        </w:tc>
      </w:tr>
      <w:tr w:rsidR="00091668" w14:paraId="633EB746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78B75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DBFB4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建设银行</w:t>
            </w:r>
            <w:r w:rsidRPr="00FB6F1F">
              <w:rPr>
                <w:szCs w:val="21"/>
              </w:rPr>
              <w:t>CD196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018B6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160,593.13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0BA0F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3.52</w:t>
            </w:r>
          </w:p>
        </w:tc>
      </w:tr>
    </w:tbl>
    <w:p w14:paraId="7809F2EF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30B9BA5A" w14:textId="77777777" w:rsidR="005D2052" w:rsidRPr="003463EA" w:rsidRDefault="005D2052" w:rsidP="005D2052">
      <w:pPr>
        <w:pStyle w:val="XBRLTitle1"/>
      </w:pPr>
      <w:r w:rsidRPr="003463EA">
        <w:t>托管人报告</w:t>
      </w:r>
    </w:p>
    <w:p w14:paraId="602EEE87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03819719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1D8E5CB2" w14:textId="77777777" w:rsidR="00FF15E9" w:rsidRDefault="00FF15E9">
      <w:pPr>
        <w:jc w:val="right"/>
        <w:rPr>
          <w:rFonts w:ascii="宋体" w:hAnsi="宋体"/>
          <w:sz w:val="24"/>
        </w:rPr>
      </w:pPr>
    </w:p>
    <w:p w14:paraId="7986DE7E" w14:textId="77777777" w:rsidR="00FF15E9" w:rsidRDefault="00FF15E9">
      <w:pPr>
        <w:jc w:val="right"/>
        <w:rPr>
          <w:rFonts w:ascii="宋体" w:hAnsi="宋体"/>
          <w:sz w:val="24"/>
        </w:rPr>
      </w:pPr>
    </w:p>
    <w:p w14:paraId="46129311" w14:textId="77777777" w:rsidR="005E1666" w:rsidRDefault="005E1666">
      <w:pPr>
        <w:jc w:val="right"/>
        <w:rPr>
          <w:rFonts w:ascii="宋体" w:hAnsi="宋体"/>
          <w:sz w:val="24"/>
        </w:rPr>
      </w:pPr>
    </w:p>
    <w:p w14:paraId="51A0C06D" w14:textId="77777777" w:rsidR="005E1666" w:rsidRDefault="005E1666">
      <w:pPr>
        <w:jc w:val="right"/>
        <w:rPr>
          <w:rFonts w:ascii="宋体" w:hAnsi="宋体"/>
          <w:sz w:val="24"/>
        </w:rPr>
      </w:pPr>
    </w:p>
    <w:p w14:paraId="1F02F9DB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14:paraId="5037FB62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BBFA8" w14:textId="77777777" w:rsidR="007229F0" w:rsidRDefault="007229F0">
      <w:r>
        <w:separator/>
      </w:r>
    </w:p>
  </w:endnote>
  <w:endnote w:type="continuationSeparator" w:id="0">
    <w:p w14:paraId="714A9FC2" w14:textId="77777777" w:rsidR="007229F0" w:rsidRDefault="0072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023B3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BE68583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59517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108549FB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3BA9E" w14:textId="77777777" w:rsidR="007229F0" w:rsidRDefault="007229F0">
      <w:r>
        <w:separator/>
      </w:r>
    </w:p>
  </w:footnote>
  <w:footnote w:type="continuationSeparator" w:id="0">
    <w:p w14:paraId="5F64C96D" w14:textId="77777777" w:rsidR="007229F0" w:rsidRDefault="00722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0C5B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2FD7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262B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977B4-22F5-864C-9D2B-F44F30D8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\Codes\FA外包-LU70\WbWeb\TBCoreV2\TBCore.Web\Report\Template\Normal.dot</Template>
  <TotalTime>109</TotalTime>
  <Pages>5</Pages>
  <Words>350</Words>
  <Characters>1996</Characters>
  <Application>Microsoft Macintosh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玲 李</cp:lastModifiedBy>
  <cp:revision>51</cp:revision>
  <cp:lastPrinted>1900-12-31T16:00:00Z</cp:lastPrinted>
  <dcterms:created xsi:type="dcterms:W3CDTF">2021-04-23T07:42:00Z</dcterms:created>
  <dcterms:modified xsi:type="dcterms:W3CDTF">2024-03-15T08:12:00Z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